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</w:t>
      </w:r>
      <w:r w:rsidRPr="00380398">
        <w:t xml:space="preserve">sektorovou veřejnou zakázku s názvem </w:t>
      </w:r>
      <w:bookmarkStart w:id="0" w:name="_Toc403053768"/>
      <w:r w:rsidRPr="00380398">
        <w:rPr>
          <w:b/>
        </w:rPr>
        <w:t>„</w:t>
      </w:r>
      <w:bookmarkEnd w:id="0"/>
      <w:r w:rsidR="00380398" w:rsidRPr="00380398">
        <w:rPr>
          <w:rFonts w:cs="Arial"/>
          <w:b/>
        </w:rPr>
        <w:t xml:space="preserve">Nákup měřicích přístrojů do pojízdné měřící </w:t>
      </w:r>
      <w:r w:rsidR="00380398" w:rsidRPr="005E2C89">
        <w:rPr>
          <w:rFonts w:cs="Arial"/>
          <w:b/>
        </w:rPr>
        <w:t>laboratoře</w:t>
      </w:r>
      <w:r w:rsidRPr="005E2C89">
        <w:rPr>
          <w:b/>
        </w:rPr>
        <w:t>“</w:t>
      </w:r>
      <w:r w:rsidRPr="005E2C89">
        <w:t xml:space="preserve">, </w:t>
      </w:r>
      <w:proofErr w:type="gramStart"/>
      <w:r w:rsidRPr="005E2C89">
        <w:t>č.j.</w:t>
      </w:r>
      <w:proofErr w:type="gramEnd"/>
      <w:r w:rsidRPr="005E2C89">
        <w:t xml:space="preserve"> </w:t>
      </w:r>
      <w:r w:rsidR="005E2C89" w:rsidRPr="005E2C89">
        <w:t>15426</w:t>
      </w:r>
      <w:r w:rsidRPr="005E2C89">
        <w:t>/20</w:t>
      </w:r>
      <w:r w:rsidR="000757CA" w:rsidRPr="005E2C89">
        <w:t>21</w:t>
      </w:r>
      <w:r w:rsidRPr="00380398">
        <w:t xml:space="preserve">-SŽ-OŘ PHA-OVZ tímto </w:t>
      </w:r>
      <w:r w:rsidRPr="005E4B67">
        <w:t>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>nebyl v zemi svého sídla v posledních 5 letech před zahájením zadávacího řízení pravomocně odsouzen pro trestný čin uveden</w:t>
      </w:r>
      <w:bookmarkStart w:id="1" w:name="_GoBack"/>
      <w:bookmarkEnd w:id="1"/>
      <w:r w:rsidRPr="005E4B67">
        <w:t xml:space="preserve">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</w:t>
      </w:r>
      <w:proofErr w:type="gramStart"/>
      <w:r w:rsidRPr="005E4B67">
        <w:t>na</w:t>
      </w:r>
      <w:proofErr w:type="gramEnd"/>
      <w:r w:rsidRPr="005E4B67">
        <w:t xml:space="preserve">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FEF42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E3B22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2C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2C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9A7CED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8731F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0398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2C89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9F1EC8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sharepoint/v3/field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71134AD-E633-48B7-9D58-6F5B59FFF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2017-11-28T17:18:00Z</cp:lastPrinted>
  <dcterms:created xsi:type="dcterms:W3CDTF">2021-05-05T09:12:00Z</dcterms:created>
  <dcterms:modified xsi:type="dcterms:W3CDTF">2021-05-05T11:29:00Z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